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1FA" w:rsidRPr="000424E2" w:rsidRDefault="00BD71FA" w:rsidP="000C4FD6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hyperlink r:id="rId4" w:tgtFrame="_blank" w:history="1">
        <w:r w:rsidRPr="000424E2">
          <w:rPr>
            <w:rFonts w:ascii="Times New Roman" w:hAnsi="Times New Roman" w:cs="Times New Roman"/>
            <w:color w:val="2883DD"/>
            <w:sz w:val="24"/>
            <w:szCs w:val="24"/>
            <w:u w:val="single"/>
          </w:rPr>
          <w:t>Опросный лист</w:t>
        </w:r>
      </w:hyperlink>
    </w:p>
    <w:p w:rsidR="00BD71FA" w:rsidRPr="000424E2" w:rsidRDefault="00BD71FA" w:rsidP="000C4FD6">
      <w:pPr>
        <w:pStyle w:val="a0"/>
        <w:jc w:val="center"/>
        <w:rPr>
          <w:rStyle w:val="a"/>
          <w:rFonts w:ascii="Times New Roman" w:hAnsi="Times New Roman" w:cs="Times New Roman"/>
        </w:rPr>
      </w:pPr>
    </w:p>
    <w:p w:rsidR="00BD71FA" w:rsidRPr="000424E2" w:rsidRDefault="00BD71FA" w:rsidP="000C4FD6">
      <w:pPr>
        <w:pStyle w:val="a0"/>
        <w:jc w:val="center"/>
        <w:rPr>
          <w:rFonts w:ascii="Times New Roman" w:hAnsi="Times New Roman" w:cs="Times New Roman"/>
        </w:rPr>
      </w:pPr>
      <w:r w:rsidRPr="000424E2">
        <w:rPr>
          <w:rStyle w:val="a"/>
          <w:rFonts w:ascii="Times New Roman" w:hAnsi="Times New Roman" w:cs="Times New Roman"/>
        </w:rPr>
        <w:t>ОПРОСНЫЙ ЛИСТ</w:t>
      </w:r>
    </w:p>
    <w:p w:rsidR="00BD71FA" w:rsidRPr="000424E2" w:rsidRDefault="00BD71FA" w:rsidP="000C4FD6">
      <w:pPr>
        <w:pStyle w:val="a0"/>
        <w:jc w:val="center"/>
        <w:rPr>
          <w:rFonts w:ascii="Times New Roman" w:hAnsi="Times New Roman" w:cs="Times New Roman"/>
          <w:b/>
          <w:bCs/>
        </w:rPr>
      </w:pPr>
      <w:r w:rsidRPr="000424E2">
        <w:rPr>
          <w:rStyle w:val="a"/>
          <w:rFonts w:ascii="Times New Roman" w:hAnsi="Times New Roman" w:cs="Times New Roman"/>
        </w:rPr>
        <w:t>в рамках проведения публичных консультаций по вопросу подготовки проекта</w:t>
      </w:r>
    </w:p>
    <w:p w:rsidR="00BD71FA" w:rsidRPr="00E656B3" w:rsidRDefault="00BD71FA" w:rsidP="000C4FD6">
      <w:pPr>
        <w:pStyle w:val="ListParagraph1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24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постановления </w:t>
      </w:r>
      <w:r w:rsidRPr="000424E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администрации Дальнереченского городского округа </w:t>
      </w:r>
      <w:r w:rsidRPr="000424E2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E656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Об утверждении схемы размещения нестационарных торговых объектов на территории Дальнереченского городского округа» </w:t>
      </w:r>
    </w:p>
    <w:p w:rsidR="00BD71FA" w:rsidRPr="006475D1" w:rsidRDefault="00BD71FA" w:rsidP="000C4FD6">
      <w:pPr>
        <w:pStyle w:val="a0"/>
        <w:jc w:val="both"/>
        <w:rPr>
          <w:rFonts w:ascii="Times New Roman" w:hAnsi="Times New Roman" w:cs="Times New Roman"/>
          <w:color w:val="FF0000"/>
        </w:rPr>
      </w:pPr>
      <w:r w:rsidRPr="000424E2">
        <w:rPr>
          <w:rFonts w:ascii="Times New Roman" w:hAnsi="Times New Roman" w:cs="Times New Roman"/>
        </w:rPr>
        <w:t xml:space="preserve">     </w:t>
      </w:r>
      <w:r w:rsidRPr="000424E2">
        <w:rPr>
          <w:rFonts w:ascii="Times New Roman" w:hAnsi="Times New Roman" w:cs="Times New Roman"/>
        </w:rPr>
        <w:tab/>
        <w:t xml:space="preserve">Заполните и направьте   данную форму   по электронной почте на адрес: </w:t>
      </w:r>
      <w:hyperlink r:id="rId5" w:history="1">
        <w:r w:rsidRPr="000424E2">
          <w:rPr>
            <w:rStyle w:val="Hyperlink"/>
            <w:rFonts w:ascii="Times New Roman" w:hAnsi="Times New Roman" w:cs="Times New Roman"/>
            <w:lang w:val="en-US"/>
          </w:rPr>
          <w:t>econom</w:t>
        </w:r>
        <w:r w:rsidRPr="000424E2">
          <w:rPr>
            <w:rStyle w:val="Hyperlink"/>
            <w:rFonts w:ascii="Times New Roman" w:hAnsi="Times New Roman" w:cs="Times New Roman"/>
          </w:rPr>
          <w:t>@</w:t>
        </w:r>
        <w:r w:rsidRPr="000424E2">
          <w:rPr>
            <w:rStyle w:val="Hyperlink"/>
            <w:rFonts w:ascii="Times New Roman" w:hAnsi="Times New Roman" w:cs="Times New Roman"/>
            <w:lang w:val="en-US"/>
          </w:rPr>
          <w:t>dalnerokrug</w:t>
        </w:r>
        <w:r w:rsidRPr="000424E2">
          <w:rPr>
            <w:rStyle w:val="Hyperlink"/>
            <w:rFonts w:ascii="Times New Roman" w:hAnsi="Times New Roman" w:cs="Times New Roman"/>
          </w:rPr>
          <w:t>.</w:t>
        </w:r>
        <w:r w:rsidRPr="000424E2">
          <w:rPr>
            <w:rStyle w:val="Hyperlink"/>
            <w:rFonts w:ascii="Times New Roman" w:hAnsi="Times New Roman" w:cs="Times New Roman"/>
            <w:lang w:val="en-US"/>
          </w:rPr>
          <w:t>ru</w:t>
        </w:r>
      </w:hyperlink>
      <w:r w:rsidRPr="000424E2">
        <w:rPr>
          <w:rFonts w:ascii="Times New Roman" w:hAnsi="Times New Roman" w:cs="Times New Roman"/>
          <w:color w:val="0000FF"/>
          <w:u w:val="single"/>
        </w:rPr>
        <w:t xml:space="preserve"> </w:t>
      </w:r>
      <w:r w:rsidRPr="000424E2">
        <w:rPr>
          <w:rFonts w:ascii="Times New Roman" w:hAnsi="Times New Roman" w:cs="Times New Roman"/>
        </w:rPr>
        <w:t xml:space="preserve">  не позднее </w:t>
      </w:r>
      <w:r>
        <w:rPr>
          <w:rFonts w:ascii="Times New Roman" w:hAnsi="Times New Roman" w:cs="Times New Roman"/>
        </w:rPr>
        <w:t>31.08.2018 г.</w:t>
      </w:r>
    </w:p>
    <w:p w:rsidR="00BD71FA" w:rsidRPr="000424E2" w:rsidRDefault="00BD71FA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</w:t>
      </w:r>
      <w:r w:rsidRPr="000424E2">
        <w:rPr>
          <w:rFonts w:ascii="Times New Roman" w:hAnsi="Times New Roman" w:cs="Times New Roman"/>
        </w:rPr>
        <w:tab/>
        <w:t>Разработчик   проекта муниципального   нормативного  правового  акта Дальнереченского   городского округа,    поправок к проекту  муниципального нормативного   правового акта   Дальнереченского городского округа (далее - проект НПА)   не будет иметь   возможности   проанализировать    позиции, направленные   после   указанного    срока, а    также    направленные не в соответствии с настоящей формой.</w:t>
      </w:r>
    </w:p>
    <w:p w:rsidR="00BD71FA" w:rsidRPr="000424E2" w:rsidRDefault="00BD71FA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</w:t>
      </w:r>
      <w:r w:rsidRPr="000424E2">
        <w:rPr>
          <w:rFonts w:ascii="Times New Roman" w:hAnsi="Times New Roman" w:cs="Times New Roman"/>
        </w:rPr>
        <w:tab/>
        <w:t>Проведение публичных консультаций по вопросу подготовки проекта  НПА не предполагает направление ответов на поступившие предложения.</w:t>
      </w:r>
    </w:p>
    <w:p w:rsidR="00BD71FA" w:rsidRPr="000424E2" w:rsidRDefault="00BD71FA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Контактная информация</w:t>
      </w:r>
    </w:p>
    <w:p w:rsidR="00BD71FA" w:rsidRPr="000424E2" w:rsidRDefault="00BD71FA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Укажите:</w:t>
      </w:r>
    </w:p>
    <w:p w:rsidR="00BD71FA" w:rsidRPr="000424E2" w:rsidRDefault="00BD71FA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Наименование организации _______________________________________________</w:t>
      </w:r>
    </w:p>
    <w:p w:rsidR="00BD71FA" w:rsidRPr="000424E2" w:rsidRDefault="00BD71FA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Сферу деятельности организации __________________________________________</w:t>
      </w:r>
    </w:p>
    <w:p w:rsidR="00BD71FA" w:rsidRPr="000424E2" w:rsidRDefault="00BD71FA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Ф.И.О. контактного лица _________________________________________________</w:t>
      </w:r>
    </w:p>
    <w:p w:rsidR="00BD71FA" w:rsidRPr="000424E2" w:rsidRDefault="00BD71FA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Номер контактного телефона ______________________________________________</w:t>
      </w:r>
    </w:p>
    <w:p w:rsidR="00BD71FA" w:rsidRPr="000424E2" w:rsidRDefault="00BD71FA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Адрес электронной почты ________________________________________________</w:t>
      </w:r>
    </w:p>
    <w:p w:rsidR="00BD71FA" w:rsidRPr="000424E2" w:rsidRDefault="00BD71FA" w:rsidP="000C4FD6">
      <w:pPr>
        <w:pStyle w:val="a0"/>
        <w:jc w:val="both"/>
        <w:rPr>
          <w:rFonts w:ascii="Times New Roman" w:hAnsi="Times New Roman" w:cs="Times New Roman"/>
        </w:rPr>
      </w:pPr>
    </w:p>
    <w:p w:rsidR="00BD71FA" w:rsidRPr="000424E2" w:rsidRDefault="00BD71FA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</w:t>
      </w:r>
      <w:r w:rsidRPr="000424E2">
        <w:rPr>
          <w:rFonts w:ascii="Times New Roman" w:hAnsi="Times New Roman" w:cs="Times New Roman"/>
        </w:rPr>
        <w:tab/>
        <w:t>1. Насколько точно   определена сфера    регулирования   проекта НПА (предмет регулирования, перечень объектов, состав субъектов)?</w:t>
      </w:r>
    </w:p>
    <w:p w:rsidR="00BD71FA" w:rsidRPr="000424E2" w:rsidRDefault="00BD71FA" w:rsidP="000C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24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BD71FA" w:rsidRPr="000424E2" w:rsidRDefault="00BD71FA" w:rsidP="000C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24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BD71FA" w:rsidRPr="000424E2" w:rsidRDefault="00BD71FA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</w:t>
      </w:r>
      <w:r w:rsidRPr="000424E2">
        <w:rPr>
          <w:rFonts w:ascii="Times New Roman" w:hAnsi="Times New Roman" w:cs="Times New Roman"/>
        </w:rPr>
        <w:tab/>
        <w:t>2. Какие полезные эффекты   (для Дальнереченского   городского округа, субъектов предпринимательской и инвестиционной деятельности, потребителей и т.п.) ожидаются   в случае принятия проекта НПА? Какими   данными можно будет подтвердить проявление таких полезных эффектов?</w:t>
      </w:r>
    </w:p>
    <w:p w:rsidR="00BD71FA" w:rsidRPr="000424E2" w:rsidRDefault="00BD71FA" w:rsidP="000C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24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BD71FA" w:rsidRPr="000424E2" w:rsidRDefault="00BD71FA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</w:t>
      </w:r>
      <w:r w:rsidRPr="000424E2">
        <w:rPr>
          <w:rFonts w:ascii="Times New Roman" w:hAnsi="Times New Roman" w:cs="Times New Roman"/>
        </w:rPr>
        <w:tab/>
        <w:t>3. Какие негативные эффекты (для Дальнереченского   городского округа, субъектов предпринимательской и инвестиционной деятельности, потребителей и т.п.) ожидаются в случае   принятия проекта НПА? Какими   данными можно будет подтвердить проявление таких негативных эффектов?</w:t>
      </w:r>
    </w:p>
    <w:p w:rsidR="00BD71FA" w:rsidRPr="000424E2" w:rsidRDefault="00BD71FA" w:rsidP="000C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24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BD71FA" w:rsidRPr="000424E2" w:rsidRDefault="00BD71FA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</w:t>
      </w:r>
      <w:r w:rsidRPr="000424E2">
        <w:rPr>
          <w:rFonts w:ascii="Times New Roman" w:hAnsi="Times New Roman" w:cs="Times New Roman"/>
        </w:rPr>
        <w:tab/>
        <w:t xml:space="preserve"> 4. Приведет ли   принятие    проекта НПА к росту издержек  субъектов предпринимательской и инвестиционной деятельности (временные/материальные издержки)? Оцените размер  таких издержек. Оцените   количество субъектов предпринимательской   и     инвестиционной    деятельности,   подпадающих под действие предлагаемого проекта НПА.</w:t>
      </w:r>
    </w:p>
    <w:p w:rsidR="00BD71FA" w:rsidRPr="000424E2" w:rsidRDefault="00BD71FA" w:rsidP="000C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24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BD71FA" w:rsidRPr="000424E2" w:rsidRDefault="00BD71FA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</w:t>
      </w:r>
      <w:r w:rsidRPr="000424E2">
        <w:rPr>
          <w:rFonts w:ascii="Times New Roman" w:hAnsi="Times New Roman" w:cs="Times New Roman"/>
        </w:rPr>
        <w:tab/>
        <w:t>5. Требуется ли переходный период для вступления в силу проекта НПА? Какой переходный   период необходим  для вступления в силу  предлагаемого проекта НПА   либо с какого   времени   целесообразно   установить   дату вступления в силу проекта НПА?</w:t>
      </w:r>
    </w:p>
    <w:p w:rsidR="00BD71FA" w:rsidRPr="000424E2" w:rsidRDefault="00BD71FA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</w:t>
      </w:r>
    </w:p>
    <w:p w:rsidR="00BD71FA" w:rsidRPr="000424E2" w:rsidRDefault="00BD71FA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</w:t>
      </w:r>
    </w:p>
    <w:p w:rsidR="00BD71FA" w:rsidRPr="000424E2" w:rsidRDefault="00BD71FA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ab/>
        <w:t>6. Считаете   ли вы требования,    предусматриваемые    предлагаемым проектом НПА, достаточными/избыточными для достижения заявленных проектом</w:t>
      </w:r>
    </w:p>
    <w:p w:rsidR="00BD71FA" w:rsidRPr="000424E2" w:rsidRDefault="00BD71FA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НПА целей? По возможности аргументируйте свою позицию. </w:t>
      </w:r>
    </w:p>
    <w:p w:rsidR="00BD71FA" w:rsidRPr="000424E2" w:rsidRDefault="00BD71FA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BD71FA" w:rsidRPr="000424E2" w:rsidRDefault="00BD71FA" w:rsidP="000C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71FA" w:rsidRPr="000424E2" w:rsidRDefault="00BD71FA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7. Содержит   ли   проект НПА нормы,    приводящие   к    избыточным административным   и иным ограничениям  для субъектов предпринимательской и инвестиционной деятельности? Приведите примеры таких норм.</w:t>
      </w:r>
    </w:p>
    <w:p w:rsidR="00BD71FA" w:rsidRPr="000424E2" w:rsidRDefault="00BD71FA" w:rsidP="000C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24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71FA" w:rsidRPr="000424E2" w:rsidRDefault="00BD71FA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8. Содержит ли    проект  НПА нормы,   на практике   не  выполнимые? Приведите примеры таких норм.</w:t>
      </w:r>
    </w:p>
    <w:p w:rsidR="00BD71FA" w:rsidRPr="000424E2" w:rsidRDefault="00BD71FA" w:rsidP="000C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24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BD71FA" w:rsidRPr="000424E2" w:rsidRDefault="00BD71FA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9. Существуют ли альтернативные способы достижения целей, заявленных в рамках   проекта НПА.    По  возможности    укажите    такие    способы и аргументируйте свою позицию.</w:t>
      </w:r>
    </w:p>
    <w:p w:rsidR="00BD71FA" w:rsidRPr="000424E2" w:rsidRDefault="00BD71FA" w:rsidP="000C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24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BD71FA" w:rsidRPr="000424E2" w:rsidRDefault="00BD71FA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10. Иные предложения и замечания по проекту НПА.</w:t>
      </w:r>
    </w:p>
    <w:p w:rsidR="00BD71FA" w:rsidRPr="000424E2" w:rsidRDefault="00BD71FA" w:rsidP="000C4FD6">
      <w:pPr>
        <w:pStyle w:val="ListParagraph1"/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0424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71FA" w:rsidRDefault="00BD71FA" w:rsidP="000C4FD6"/>
    <w:p w:rsidR="00BD71FA" w:rsidRDefault="00BD71FA" w:rsidP="000C4FD6"/>
    <w:p w:rsidR="00BD71FA" w:rsidRDefault="00BD71FA"/>
    <w:sectPr w:rsidR="00BD71FA" w:rsidSect="00BC1C6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4FD6"/>
    <w:rsid w:val="000424E2"/>
    <w:rsid w:val="000B00D4"/>
    <w:rsid w:val="000C4FD6"/>
    <w:rsid w:val="003364A4"/>
    <w:rsid w:val="006475D1"/>
    <w:rsid w:val="008954BC"/>
    <w:rsid w:val="00BC1C68"/>
    <w:rsid w:val="00BD71FA"/>
    <w:rsid w:val="00C70469"/>
    <w:rsid w:val="00E65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0D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99"/>
    <w:rsid w:val="000C4FD6"/>
    <w:pPr>
      <w:ind w:left="720"/>
    </w:pPr>
  </w:style>
  <w:style w:type="character" w:customStyle="1" w:styleId="a">
    <w:name w:val="Цветовое выделение"/>
    <w:uiPriority w:val="99"/>
    <w:rsid w:val="000C4FD6"/>
    <w:rPr>
      <w:b/>
      <w:bCs/>
      <w:color w:val="26282F"/>
    </w:rPr>
  </w:style>
  <w:style w:type="paragraph" w:customStyle="1" w:styleId="a0">
    <w:name w:val="Таблицы (моноширинный)"/>
    <w:basedOn w:val="Normal"/>
    <w:next w:val="Normal"/>
    <w:uiPriority w:val="99"/>
    <w:rsid w:val="000C4F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styleId="Hyperlink">
    <w:name w:val="Hyperlink"/>
    <w:basedOn w:val="DefaultParagraphFont"/>
    <w:uiPriority w:val="99"/>
    <w:rsid w:val="000C4F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conom@dalnerokrug.ru" TargetMode="External"/><Relationship Id="rId4" Type="http://schemas.openxmlformats.org/officeDocument/2006/relationships/hyperlink" Target="http://www.vlc.ru/upload/social_economic_development/2016/%D0%BE%D0%BF%D1%80%D0%BE%D1%81%D0%BD%D1%8B%D0%B9%20%D0%BB%D0%B8%D1%81%D1%82_23.09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881</Words>
  <Characters>5025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adm13</cp:lastModifiedBy>
  <cp:revision>3</cp:revision>
  <dcterms:created xsi:type="dcterms:W3CDTF">2018-08-12T04:18:00Z</dcterms:created>
  <dcterms:modified xsi:type="dcterms:W3CDTF">2018-08-22T10:29:00Z</dcterms:modified>
</cp:coreProperties>
</file>